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6013F3" w:rsidRPr="000103DB">
        <w:rPr>
          <w:rFonts w:ascii="Times New Roman" w:hAnsi="Times New Roman"/>
          <w:b/>
        </w:rPr>
        <w:t>Доставка</w:t>
      </w:r>
      <w:proofErr w:type="spellEnd"/>
      <w:r w:rsidR="006013F3" w:rsidRPr="000103DB">
        <w:rPr>
          <w:rFonts w:ascii="Times New Roman" w:hAnsi="Times New Roman"/>
          <w:b/>
        </w:rPr>
        <w:t xml:space="preserve"> </w:t>
      </w:r>
      <w:proofErr w:type="spellStart"/>
      <w:r w:rsidR="006013F3" w:rsidRPr="000103DB">
        <w:rPr>
          <w:rFonts w:ascii="Times New Roman" w:hAnsi="Times New Roman"/>
          <w:b/>
        </w:rPr>
        <w:t>на</w:t>
      </w:r>
      <w:proofErr w:type="spellEnd"/>
      <w:r w:rsidR="006013F3" w:rsidRPr="000103DB">
        <w:rPr>
          <w:rFonts w:ascii="Times New Roman" w:hAnsi="Times New Roman"/>
          <w:b/>
        </w:rPr>
        <w:t xml:space="preserve"> </w:t>
      </w:r>
      <w:r w:rsidR="006013F3">
        <w:rPr>
          <w:rFonts w:ascii="Times New Roman" w:hAnsi="Times New Roman"/>
          <w:b/>
          <w:lang w:val="bg-BG"/>
        </w:rPr>
        <w:t xml:space="preserve">система за </w:t>
      </w:r>
      <w:proofErr w:type="spellStart"/>
      <w:r w:rsidR="006013F3">
        <w:rPr>
          <w:rFonts w:ascii="Times New Roman" w:hAnsi="Times New Roman"/>
          <w:b/>
          <w:lang w:val="bg-BG"/>
        </w:rPr>
        <w:t>on-line</w:t>
      </w:r>
      <w:proofErr w:type="spellEnd"/>
      <w:r w:rsidR="006013F3">
        <w:rPr>
          <w:rFonts w:ascii="Times New Roman" w:hAnsi="Times New Roman"/>
          <w:b/>
          <w:lang w:val="bg-BG"/>
        </w:rPr>
        <w:t xml:space="preserve"> мониторинг за съдържание на нефтопродукти във водата</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trackRevisions/>
  <w:defaultTabStop w:val="708"/>
  <w:hyphenationZone w:val="425"/>
  <w:characterSpacingControl w:val="doNotCompress"/>
  <w:compat/>
  <w:rsids>
    <w:rsidRoot w:val="009A06B0"/>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1F30A5"/>
    <w:rsid w:val="00206034"/>
    <w:rsid w:val="00217247"/>
    <w:rsid w:val="00281910"/>
    <w:rsid w:val="002B3B03"/>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013F3"/>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88205F"/>
    <w:rsid w:val="00900CE8"/>
    <w:rsid w:val="00902CF1"/>
    <w:rsid w:val="00947028"/>
    <w:rsid w:val="00981ADC"/>
    <w:rsid w:val="00985B6C"/>
    <w:rsid w:val="009A06B0"/>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57;&#1080;&#1089;&#1090;&#1077;&#1084;&#1072;%20&#1079;&#1072;%20online%20&#1085;&#1072;%20&#1085;&#1077;&#1092;&#1090;&#1086;&#1087;&#1088;&#1086;&#1076;&#1091;&#1082;&#1090;&#1080;%20&#1079;&#1072;%20&#1074;&#1086;&#1076;&#1072;\&#1085;&#1086;&#1074;%20&#1047;&#1054;&#1055;\&#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3E937-B04E-4089-A533-E5CBB0668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чл.54,ал.1,т.1,2и7 от ЗОП</Template>
  <TotalTime>4</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2</cp:revision>
  <cp:lastPrinted>2017-09-04T09:05:00Z</cp:lastPrinted>
  <dcterms:created xsi:type="dcterms:W3CDTF">2019-07-10T12:51:00Z</dcterms:created>
  <dcterms:modified xsi:type="dcterms:W3CDTF">2019-07-10T12:58:00Z</dcterms:modified>
</cp:coreProperties>
</file>